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76" w:rsidRPr="00130D5B" w:rsidRDefault="00874076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874076" w:rsidRPr="00130D5B" w:rsidRDefault="00874076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874076" w:rsidRPr="00130D5B" w:rsidRDefault="00874076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874076" w:rsidRPr="00130D5B" w:rsidRDefault="00874076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874076" w:rsidRDefault="00874076" w:rsidP="005C6308">
      <w:pPr>
        <w:jc w:val="both"/>
        <w:rPr>
          <w:lang w:eastAsia="ko-KR"/>
        </w:rPr>
      </w:pPr>
    </w:p>
    <w:p w:rsidR="00874076" w:rsidRDefault="00874076" w:rsidP="005C6308">
      <w:pPr>
        <w:jc w:val="both"/>
        <w:rPr>
          <w:lang w:eastAsia="ko-KR"/>
        </w:rPr>
      </w:pPr>
    </w:p>
    <w:p w:rsidR="00874076" w:rsidRPr="00DC3AD2" w:rsidRDefault="00874076" w:rsidP="005C6308">
      <w:pPr>
        <w:jc w:val="both"/>
        <w:rPr>
          <w:lang w:eastAsia="ko-KR"/>
        </w:rPr>
      </w:pPr>
    </w:p>
    <w:p w:rsidR="00874076" w:rsidRDefault="00874076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874076" w:rsidRPr="00B16FBD" w:rsidRDefault="00874076" w:rsidP="00130D5B">
      <w:pPr>
        <w:jc w:val="center"/>
        <w:rPr>
          <w:b/>
        </w:rPr>
      </w:pPr>
      <w:r>
        <w:rPr>
          <w:b/>
        </w:rPr>
        <w:t xml:space="preserve">№ </w:t>
      </w:r>
      <w:r w:rsidRPr="00C756FE">
        <w:rPr>
          <w:b/>
          <w:lang w:val="ru-RU"/>
        </w:rPr>
        <w:t>428</w:t>
      </w:r>
      <w:r>
        <w:rPr>
          <w:b/>
        </w:rPr>
        <w:t>/</w:t>
      </w:r>
      <w:r>
        <w:rPr>
          <w:b/>
          <w:lang w:val="ru-RU"/>
        </w:rPr>
        <w:t>0</w:t>
      </w:r>
      <w:r w:rsidRPr="00C756FE">
        <w:rPr>
          <w:b/>
          <w:lang w:val="ru-RU"/>
        </w:rPr>
        <w:t>5</w:t>
      </w:r>
      <w:r>
        <w:rPr>
          <w:b/>
          <w:lang w:val="ru-RU"/>
        </w:rPr>
        <w:t>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874076" w:rsidRDefault="00874076" w:rsidP="00130D5B">
      <w:pPr>
        <w:jc w:val="center"/>
        <w:rPr>
          <w:b/>
        </w:rPr>
      </w:pPr>
      <w:r>
        <w:rPr>
          <w:b/>
        </w:rPr>
        <w:t>гр. Монтана</w:t>
      </w:r>
    </w:p>
    <w:p w:rsidR="00874076" w:rsidRPr="00B16FBD" w:rsidRDefault="00874076" w:rsidP="00130D5B">
      <w:pPr>
        <w:jc w:val="center"/>
        <w:rPr>
          <w:b/>
        </w:rPr>
      </w:pPr>
    </w:p>
    <w:p w:rsidR="00874076" w:rsidRDefault="00874076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874076" w:rsidRPr="00B16FBD" w:rsidRDefault="00874076" w:rsidP="00130D5B">
      <w:pPr>
        <w:jc w:val="both"/>
      </w:pPr>
    </w:p>
    <w:p w:rsidR="00874076" w:rsidRDefault="00874076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874076" w:rsidRPr="00B16FBD" w:rsidRDefault="00874076" w:rsidP="00130D5B">
      <w:pPr>
        <w:jc w:val="center"/>
        <w:rPr>
          <w:b/>
        </w:rPr>
      </w:pPr>
    </w:p>
    <w:p w:rsidR="00874076" w:rsidRDefault="00874076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Котеновци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874076" w:rsidRPr="00796A53" w:rsidRDefault="00874076" w:rsidP="00130D5B">
      <w:pPr>
        <w:jc w:val="both"/>
        <w:rPr>
          <w:lang w:val="ru-RU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874076" w:rsidRPr="00796A53" w:rsidRDefault="00874076" w:rsidP="00130D5B">
      <w:pPr>
        <w:jc w:val="both"/>
        <w:rPr>
          <w:lang w:val="ru-RU"/>
        </w:rPr>
      </w:pPr>
    </w:p>
    <w:tbl>
      <w:tblPr>
        <w:tblW w:w="9312" w:type="dxa"/>
        <w:tblInd w:w="93" w:type="dxa"/>
        <w:tblLook w:val="0000"/>
      </w:tblPr>
      <w:tblGrid>
        <w:gridCol w:w="548"/>
        <w:gridCol w:w="3820"/>
        <w:gridCol w:w="1118"/>
        <w:gridCol w:w="1360"/>
        <w:gridCol w:w="1300"/>
        <w:gridCol w:w="1166"/>
      </w:tblGrid>
      <w:tr w:rsidR="00874076" w:rsidRPr="00796A53" w:rsidTr="0015577A">
        <w:trPr>
          <w:trHeight w:val="219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076" w:rsidRDefault="00874076" w:rsidP="006F1C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по ред</w:t>
            </w:r>
          </w:p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7.29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6.58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4.34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9.81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0.33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1.09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8.40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15.84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114042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6.83</w:t>
            </w:r>
          </w:p>
        </w:tc>
      </w:tr>
      <w:tr w:rsidR="00874076" w:rsidRPr="00796A53" w:rsidTr="0015577A">
        <w:trPr>
          <w:trHeight w:val="7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13.09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10.58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6.22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6.34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21.76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116052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3.19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117028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4.45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29.82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5.61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11.33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9.65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1.09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1.11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2.77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11.96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5.85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5.12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21.38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7.22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5.19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1.09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1.67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3.49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0.70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11.45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11.61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11.11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11.19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8.29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14.16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4.68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1.27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3.47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3.63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0.24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0.58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1.18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1.28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20.94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4.80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7.72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3.40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18.03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5.38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7.37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9.93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4.54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2.28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155059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4.29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2.94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2.73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2.61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6.30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3.19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3.28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155067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3.47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2.79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0.70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155072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0.70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155073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0.71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19.52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3.23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103.44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4.15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0.96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177019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7.70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188001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3.29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188002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6.88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188005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5.60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188006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188007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3.35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28.81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5.78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18.44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2.07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1.94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3.64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17.14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6.36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6.32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6.48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203023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3.33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6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743.71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31.79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0.70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154050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16.99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178002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15.67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6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102.25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4076" w:rsidRPr="00796A53" w:rsidRDefault="00874076" w:rsidP="00903496">
            <w:pPr>
              <w:tabs>
                <w:tab w:val="center" w:pos="166"/>
              </w:tabs>
              <w:rPr>
                <w:rFonts w:eastAsia="PMingLiU" w:cs="Times New Roman"/>
                <w:lang w:val="en-US" w:eastAsia="zh-TW"/>
              </w:rPr>
            </w:pPr>
            <w:r>
              <w:rPr>
                <w:rFonts w:eastAsia="PMingLiU" w:cs="Times New Roman"/>
                <w:sz w:val="22"/>
                <w:szCs w:val="22"/>
                <w:lang w:val="en-US" w:eastAsia="zh-TW"/>
              </w:rPr>
              <w:tab/>
            </w: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101003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26.93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101004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3.92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101006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1.32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104036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14.76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104079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7.99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104080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4.86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104089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2.09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108047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10.93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7.93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15.13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17.74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19.03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62.74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12.90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11.39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16.57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68.75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17.67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0.15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12.97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2.21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100.62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11.24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15.66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13.94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20.38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19.90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35.00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5.61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58.80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2.69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112049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0.74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5.32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4.61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5.56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10.54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0.33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2.84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3.70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7.29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113045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10.38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113046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4.19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3.22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113063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15.43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118009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24.16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118010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6.92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118013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8.10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118033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6.77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38.37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9.10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6.98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8.40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15.18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15.49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31.49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6.56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1.04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22.65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5.24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10.50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21.33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38.98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15.06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1.58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12.91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23.16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28.73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0.01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2.92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0.47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1.35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21.34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17.41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11.80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14.17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2.53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7.83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128035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1.45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138005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138006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4.36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138007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9.82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138009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7.23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18.22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1.62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11.44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2.78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7.62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6.04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11.00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18.92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156048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2.30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9.63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3.67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2.88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3.11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3.50</w:t>
            </w:r>
          </w:p>
        </w:tc>
      </w:tr>
      <w:tr w:rsidR="00874076" w:rsidRPr="00796A53" w:rsidTr="00D12F74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3.34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5.20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13.50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175021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8.28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176014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17.44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176019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20.98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176020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17.69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11.59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6.58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8.81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17.12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5.82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5.17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4.36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2.84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16.79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3.44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1.79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0.56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184023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0.27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2.41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14.19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9.18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14.04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193048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15.14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796A5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193051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11.99</w:t>
            </w:r>
          </w:p>
        </w:tc>
      </w:tr>
      <w:tr w:rsidR="00874076" w:rsidRPr="00796A53" w:rsidTr="0015577A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6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rPr>
                <w:rFonts w:eastAsia="PMingLiU" w:cs="Times New Roman"/>
                <w:lang w:val="en-US" w:eastAsia="zh-TW"/>
              </w:rPr>
            </w:pPr>
            <w:r w:rsidRPr="00796A5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076" w:rsidRPr="00796A53" w:rsidRDefault="00874076" w:rsidP="00796A5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796A5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1635.10</w:t>
            </w:r>
          </w:p>
        </w:tc>
      </w:tr>
    </w:tbl>
    <w:p w:rsidR="00874076" w:rsidRPr="00796A53" w:rsidRDefault="00874076" w:rsidP="00130D5B">
      <w:pPr>
        <w:jc w:val="both"/>
        <w:rPr>
          <w:lang w:val="ru-RU"/>
        </w:rPr>
      </w:pPr>
    </w:p>
    <w:p w:rsidR="00874076" w:rsidRPr="00082B03" w:rsidRDefault="00874076" w:rsidP="00130D5B">
      <w:pPr>
        <w:jc w:val="both"/>
        <w:rPr>
          <w:rFonts w:eastAsia="MS Mincho"/>
          <w:lang w:eastAsia="ja-JP"/>
        </w:rPr>
      </w:pPr>
    </w:p>
    <w:p w:rsidR="00874076" w:rsidRPr="00B82E43" w:rsidRDefault="00874076" w:rsidP="00130D5B">
      <w:pPr>
        <w:jc w:val="both"/>
        <w:rPr>
          <w:rFonts w:eastAsia="MS Mincho"/>
          <w:lang w:eastAsia="ja-JP"/>
        </w:rPr>
      </w:pPr>
    </w:p>
    <w:p w:rsidR="00874076" w:rsidRDefault="00874076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74076" w:rsidRDefault="00874076" w:rsidP="00130D5B">
      <w:pPr>
        <w:jc w:val="both"/>
      </w:pPr>
    </w:p>
    <w:p w:rsidR="00874076" w:rsidRDefault="00874076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874076" w:rsidRDefault="00874076" w:rsidP="00130D5B">
      <w:pPr>
        <w:ind w:firstLine="720"/>
        <w:jc w:val="both"/>
        <w:rPr>
          <w:b/>
        </w:rPr>
      </w:pPr>
    </w:p>
    <w:p w:rsidR="00874076" w:rsidRPr="00A77114" w:rsidRDefault="00874076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874076" w:rsidRPr="00A77114" w:rsidRDefault="00874076" w:rsidP="00130D5B">
      <w:pPr>
        <w:ind w:firstLine="567"/>
        <w:jc w:val="both"/>
        <w:rPr>
          <w:b/>
          <w:lang w:val="ru-RU"/>
        </w:rPr>
      </w:pPr>
    </w:p>
    <w:p w:rsidR="00874076" w:rsidRPr="00A77114" w:rsidRDefault="00874076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874076" w:rsidRPr="00A77114" w:rsidRDefault="00874076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874076" w:rsidRPr="00A77114" w:rsidRDefault="00874076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874076" w:rsidRDefault="00874076" w:rsidP="00130D5B">
      <w:pPr>
        <w:ind w:firstLine="720"/>
        <w:jc w:val="both"/>
        <w:rPr>
          <w:b/>
        </w:rPr>
      </w:pPr>
    </w:p>
    <w:p w:rsidR="00874076" w:rsidRDefault="00874076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74076" w:rsidRDefault="00874076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с.Котеновци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874076" w:rsidRDefault="00874076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874076" w:rsidRPr="000F6DCA" w:rsidRDefault="00874076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874076" w:rsidRDefault="00874076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74076" w:rsidRDefault="00874076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874076" w:rsidRDefault="00874076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874076" w:rsidRPr="001453E6" w:rsidRDefault="00874076" w:rsidP="00130D5B">
      <w:pPr>
        <w:jc w:val="both"/>
        <w:rPr>
          <w:b/>
          <w:lang w:val="ru-RU"/>
        </w:rPr>
      </w:pPr>
    </w:p>
    <w:p w:rsidR="00874076" w:rsidRPr="001453E6" w:rsidRDefault="00874076" w:rsidP="00130D5B">
      <w:pPr>
        <w:jc w:val="both"/>
        <w:rPr>
          <w:b/>
          <w:lang w:val="ru-RU"/>
        </w:rPr>
      </w:pPr>
    </w:p>
    <w:p w:rsidR="00874076" w:rsidRPr="001453E6" w:rsidRDefault="00874076" w:rsidP="00130D5B">
      <w:pPr>
        <w:jc w:val="both"/>
        <w:rPr>
          <w:b/>
          <w:lang w:val="ru-RU"/>
        </w:rPr>
      </w:pPr>
    </w:p>
    <w:p w:rsidR="00874076" w:rsidRDefault="00874076" w:rsidP="00130D5B">
      <w:pPr>
        <w:jc w:val="both"/>
        <w:rPr>
          <w:b/>
        </w:rPr>
      </w:pPr>
    </w:p>
    <w:p w:rsidR="00874076" w:rsidRDefault="00874076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874076" w:rsidRDefault="00874076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874076" w:rsidRPr="00C756FE" w:rsidRDefault="00874076" w:rsidP="00130D5B">
      <w:pPr>
        <w:ind w:firstLine="720"/>
        <w:jc w:val="both"/>
        <w:rPr>
          <w:i/>
          <w:lang w:val="ru-RU"/>
        </w:rPr>
      </w:pPr>
    </w:p>
    <w:p w:rsidR="00874076" w:rsidRPr="00C756FE" w:rsidRDefault="00874076" w:rsidP="00130D5B">
      <w:pPr>
        <w:ind w:firstLine="720"/>
        <w:jc w:val="both"/>
        <w:rPr>
          <w:i/>
          <w:lang w:val="ru-RU"/>
        </w:rPr>
      </w:pPr>
    </w:p>
    <w:p w:rsidR="00874076" w:rsidRDefault="00874076" w:rsidP="00130D5B">
      <w:pPr>
        <w:ind w:firstLine="720"/>
        <w:jc w:val="both"/>
        <w:rPr>
          <w:i/>
        </w:rPr>
      </w:pPr>
    </w:p>
    <w:p w:rsidR="00874076" w:rsidRPr="00D12F74" w:rsidRDefault="00874076" w:rsidP="00561877">
      <w:pPr>
        <w:jc w:val="both"/>
        <w:rPr>
          <w:lang w:val="ru-RU"/>
        </w:rPr>
      </w:pPr>
      <w:r>
        <w:rPr>
          <w:lang w:val="ru-RU"/>
        </w:rPr>
        <w:t>АК/ГДАР</w:t>
      </w:r>
    </w:p>
    <w:p w:rsidR="00874076" w:rsidRDefault="00874076" w:rsidP="00561877">
      <w:pPr>
        <w:jc w:val="both"/>
      </w:pPr>
    </w:p>
    <w:sectPr w:rsidR="00874076" w:rsidSect="00D12F74">
      <w:footerReference w:type="even" r:id="rId8"/>
      <w:footerReference w:type="default" r:id="rId9"/>
      <w:pgSz w:w="11906" w:h="16838" w:code="9"/>
      <w:pgMar w:top="567" w:right="1134" w:bottom="567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076" w:rsidRDefault="00874076">
      <w:r>
        <w:separator/>
      </w:r>
    </w:p>
  </w:endnote>
  <w:endnote w:type="continuationSeparator" w:id="0">
    <w:p w:rsidR="00874076" w:rsidRDefault="00874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76" w:rsidRDefault="00874076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74076" w:rsidRDefault="00874076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076" w:rsidRDefault="00874076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874076" w:rsidRDefault="00874076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076" w:rsidRDefault="00874076">
      <w:r>
        <w:separator/>
      </w:r>
    </w:p>
  </w:footnote>
  <w:footnote w:type="continuationSeparator" w:id="0">
    <w:p w:rsidR="00874076" w:rsidRDefault="008740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39DC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1724A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577A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D65A0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0EF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1CE0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0A4D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23EF"/>
    <w:rsid w:val="0078610C"/>
    <w:rsid w:val="0079194C"/>
    <w:rsid w:val="00794DFC"/>
    <w:rsid w:val="00796A53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1EE"/>
    <w:rsid w:val="008525DC"/>
    <w:rsid w:val="00852A5F"/>
    <w:rsid w:val="00855DD4"/>
    <w:rsid w:val="00855F8B"/>
    <w:rsid w:val="008562EB"/>
    <w:rsid w:val="0086224D"/>
    <w:rsid w:val="00864DE0"/>
    <w:rsid w:val="008659DF"/>
    <w:rsid w:val="00865E99"/>
    <w:rsid w:val="008678D5"/>
    <w:rsid w:val="00870159"/>
    <w:rsid w:val="008725E8"/>
    <w:rsid w:val="00874076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E2681"/>
    <w:rsid w:val="008F1F09"/>
    <w:rsid w:val="008F4725"/>
    <w:rsid w:val="00901DA8"/>
    <w:rsid w:val="00902F7C"/>
    <w:rsid w:val="00903496"/>
    <w:rsid w:val="009077A5"/>
    <w:rsid w:val="009104F5"/>
    <w:rsid w:val="00913606"/>
    <w:rsid w:val="00915ED2"/>
    <w:rsid w:val="00922ADA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C9B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8AA"/>
    <w:rsid w:val="00AF6D33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56FE"/>
    <w:rsid w:val="00C76F05"/>
    <w:rsid w:val="00C77252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2F74"/>
    <w:rsid w:val="00D14523"/>
    <w:rsid w:val="00D14D79"/>
    <w:rsid w:val="00D150C7"/>
    <w:rsid w:val="00D20B85"/>
    <w:rsid w:val="00D3382D"/>
    <w:rsid w:val="00D512CF"/>
    <w:rsid w:val="00D51A2A"/>
    <w:rsid w:val="00D522E3"/>
    <w:rsid w:val="00D5377F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1D18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23C83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7</Pages>
  <Words>2569</Words>
  <Characters>14645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2018-12-05T09:29:00Z</cp:lastPrinted>
  <dcterms:created xsi:type="dcterms:W3CDTF">2018-12-04T14:14:00Z</dcterms:created>
  <dcterms:modified xsi:type="dcterms:W3CDTF">2018-12-05T09:42:00Z</dcterms:modified>
</cp:coreProperties>
</file>